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60CDC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3B14A37" w14:textId="77777777" w:rsidTr="00146EEC">
        <w:tc>
          <w:tcPr>
            <w:tcW w:w="2689" w:type="dxa"/>
          </w:tcPr>
          <w:p w14:paraId="14C42B29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4B876C5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8D5E42" w14:paraId="3BD77EC4" w14:textId="77777777" w:rsidTr="007D272E">
        <w:tc>
          <w:tcPr>
            <w:tcW w:w="2689" w:type="dxa"/>
          </w:tcPr>
          <w:p w14:paraId="1F17FB01" w14:textId="2B087CC2" w:rsidR="008D5E42" w:rsidRPr="008D5E42" w:rsidRDefault="008D5E42" w:rsidP="008D5E42">
            <w:pPr>
              <w:pStyle w:val="SIText"/>
            </w:pPr>
            <w:r w:rsidRPr="00CC451E">
              <w:t>Release</w:t>
            </w:r>
            <w:r w:rsidRPr="008D5E42">
              <w:t xml:space="preserve"> </w:t>
            </w:r>
            <w:r w:rsidR="0073636A">
              <w:t>1</w:t>
            </w:r>
          </w:p>
        </w:tc>
        <w:tc>
          <w:tcPr>
            <w:tcW w:w="6939" w:type="dxa"/>
          </w:tcPr>
          <w:p w14:paraId="760513DA" w14:textId="2CC1FF3C" w:rsidR="008D5E42" w:rsidRPr="00963EA1" w:rsidRDefault="008D5E42" w:rsidP="00963EA1">
            <w:pPr>
              <w:pStyle w:val="SIText"/>
            </w:pPr>
            <w:r w:rsidRPr="00963EA1">
              <w:t xml:space="preserve">This version released with AHC Agriculture, Horticulture and Conservation and Land Management Training Package Version </w:t>
            </w:r>
            <w:r w:rsidR="00963EA1" w:rsidRPr="00963EA1">
              <w:rPr>
                <w:rStyle w:val="SITemporaryText-blue"/>
                <w:color w:val="auto"/>
                <w:sz w:val="20"/>
              </w:rPr>
              <w:t>9.0</w:t>
            </w:r>
            <w:r w:rsidR="00C40BAC" w:rsidRPr="005427CD">
              <w:t>.</w:t>
            </w:r>
          </w:p>
        </w:tc>
      </w:tr>
    </w:tbl>
    <w:p w14:paraId="60756E7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7ECEB1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41B9962" w14:textId="41B6C270" w:rsidR="00F1480E" w:rsidRPr="005404CB" w:rsidRDefault="00A3135C" w:rsidP="005404CB">
            <w:pPr>
              <w:pStyle w:val="SIUNITCODE"/>
            </w:pPr>
            <w:r>
              <w:t>AHC</w:t>
            </w:r>
            <w:r w:rsidR="008034E1">
              <w:t>ORG</w:t>
            </w:r>
            <w:r w:rsidR="004E78D7">
              <w:t>4</w:t>
            </w:r>
            <w:r w:rsidR="0073636A">
              <w:t>11</w:t>
            </w:r>
          </w:p>
        </w:tc>
        <w:tc>
          <w:tcPr>
            <w:tcW w:w="3604" w:type="pct"/>
            <w:shd w:val="clear" w:color="auto" w:fill="auto"/>
          </w:tcPr>
          <w:p w14:paraId="01D80964" w14:textId="7FAE05A3" w:rsidR="00F1480E" w:rsidRPr="005404CB" w:rsidRDefault="009E0891" w:rsidP="005404CB">
            <w:pPr>
              <w:pStyle w:val="SIUnittitle"/>
            </w:pPr>
            <w:r w:rsidRPr="009E0891">
              <w:t>Manage organic soil improvement</w:t>
            </w:r>
          </w:p>
        </w:tc>
      </w:tr>
      <w:tr w:rsidR="00F1480E" w:rsidRPr="00963A46" w14:paraId="6EEB8237" w14:textId="77777777" w:rsidTr="00CA2922">
        <w:tc>
          <w:tcPr>
            <w:tcW w:w="1396" w:type="pct"/>
            <w:shd w:val="clear" w:color="auto" w:fill="auto"/>
          </w:tcPr>
          <w:p w14:paraId="3702A553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B8D29D4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86EFC5C" w14:textId="2EBE62B4" w:rsidR="005427CD" w:rsidRPr="005427CD" w:rsidRDefault="005427CD" w:rsidP="005427CD">
            <w:pPr>
              <w:pStyle w:val="SIText"/>
            </w:pPr>
            <w:r w:rsidRPr="005427CD">
              <w:t xml:space="preserve">This unit of competency describes the skills and knowledge required to </w:t>
            </w:r>
            <w:r w:rsidR="000D19DD">
              <w:t xml:space="preserve">monitor soil conditions, assess improvements required and develop and implement a </w:t>
            </w:r>
            <w:r w:rsidRPr="005427CD">
              <w:t>soil improvement</w:t>
            </w:r>
            <w:r w:rsidR="000D19DD">
              <w:t xml:space="preserve"> program according to national standards for organic and b</w:t>
            </w:r>
            <w:r w:rsidR="000D19DD" w:rsidRPr="005427CD">
              <w:t xml:space="preserve">iodynamic </w:t>
            </w:r>
            <w:r w:rsidR="000D19DD">
              <w:t>p</w:t>
            </w:r>
            <w:r w:rsidR="000D19DD" w:rsidRPr="005427CD">
              <w:t>roduc</w:t>
            </w:r>
            <w:r w:rsidR="000D19DD">
              <w:t>tion</w:t>
            </w:r>
            <w:r w:rsidRPr="005427CD">
              <w:t>.</w:t>
            </w:r>
          </w:p>
          <w:p w14:paraId="2E32324F" w14:textId="77777777" w:rsidR="005427CD" w:rsidRPr="005427CD" w:rsidRDefault="005427CD" w:rsidP="005427CD">
            <w:pPr>
              <w:pStyle w:val="SIText"/>
            </w:pPr>
          </w:p>
          <w:p w14:paraId="4C496F7B" w14:textId="0D5142C2" w:rsidR="005427CD" w:rsidRPr="005427CD" w:rsidRDefault="008D5E42" w:rsidP="005427CD">
            <w:pPr>
              <w:pStyle w:val="SIText"/>
            </w:pPr>
            <w:r>
              <w:t>The</w:t>
            </w:r>
            <w:r w:rsidRPr="005427CD">
              <w:t xml:space="preserve"> </w:t>
            </w:r>
            <w:r w:rsidR="005427CD" w:rsidRPr="005427CD">
              <w:t>unit applies to individuals who take responsibility for their own work and for the quality of the work of others within know</w:t>
            </w:r>
            <w:r w:rsidR="00754BD8">
              <w:t>n</w:t>
            </w:r>
            <w:r w:rsidR="005427CD" w:rsidRPr="005427CD">
              <w:t xml:space="preserve"> parameters</w:t>
            </w:r>
            <w:r w:rsidR="00C40BAC">
              <w:t>,</w:t>
            </w:r>
            <w:r w:rsidR="005427CD" w:rsidRPr="005427CD">
              <w:t xml:space="preserve"> and use discretion and judgment in the selection, </w:t>
            </w:r>
            <w:proofErr w:type="gramStart"/>
            <w:r w:rsidR="005427CD" w:rsidRPr="005427CD">
              <w:t>allocation</w:t>
            </w:r>
            <w:proofErr w:type="gramEnd"/>
            <w:r w:rsidR="005427CD" w:rsidRPr="005427CD">
              <w:t xml:space="preserve"> and use of available resources.</w:t>
            </w:r>
          </w:p>
          <w:p w14:paraId="38468D96" w14:textId="77777777" w:rsidR="005427CD" w:rsidRPr="005427CD" w:rsidRDefault="005427CD" w:rsidP="005427CD">
            <w:pPr>
              <w:pStyle w:val="SIText"/>
            </w:pPr>
          </w:p>
          <w:p w14:paraId="22C15BCD" w14:textId="33293A90" w:rsidR="00373436" w:rsidRPr="000754EC" w:rsidRDefault="005427CD" w:rsidP="00EB28D5">
            <w:pPr>
              <w:pStyle w:val="SIText"/>
            </w:pPr>
            <w:r w:rsidRPr="005427CD">
              <w:t>No licensing, legislative or certification requirements apply to this unit at the time of publication.</w:t>
            </w:r>
          </w:p>
        </w:tc>
      </w:tr>
      <w:tr w:rsidR="00F1480E" w:rsidRPr="00963A46" w14:paraId="730ABDE2" w14:textId="77777777" w:rsidTr="00CA2922">
        <w:tc>
          <w:tcPr>
            <w:tcW w:w="1396" w:type="pct"/>
            <w:shd w:val="clear" w:color="auto" w:fill="auto"/>
          </w:tcPr>
          <w:p w14:paraId="5BEF6167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9789C24" w14:textId="0E8F10ED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02770047" w14:textId="77777777" w:rsidTr="00CA2922">
        <w:tc>
          <w:tcPr>
            <w:tcW w:w="1396" w:type="pct"/>
            <w:shd w:val="clear" w:color="auto" w:fill="auto"/>
          </w:tcPr>
          <w:p w14:paraId="7E2378C4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1DCE62C" w14:textId="15BEA22D" w:rsidR="00F1480E" w:rsidRPr="00460248" w:rsidRDefault="00460248" w:rsidP="00460248">
            <w:pPr>
              <w:pStyle w:val="SIText"/>
            </w:pPr>
            <w:r w:rsidRPr="00460248">
              <w:t>Organic Production (ORG)</w:t>
            </w:r>
          </w:p>
        </w:tc>
      </w:tr>
    </w:tbl>
    <w:p w14:paraId="2A52528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B809378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335ABE4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D100AF1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0659AB0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EA64D3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CED2306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5427CD" w:rsidRPr="00963A46" w14:paraId="7DB7C38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EC0F01" w14:textId="26DBDB44" w:rsidR="005427CD" w:rsidRPr="005427CD" w:rsidRDefault="005427CD" w:rsidP="005427CD">
            <w:pPr>
              <w:pStyle w:val="SIText"/>
            </w:pPr>
            <w:r w:rsidRPr="005427CD">
              <w:t>1. Monitor indicators of soil fertility</w:t>
            </w:r>
          </w:p>
        </w:tc>
        <w:tc>
          <w:tcPr>
            <w:tcW w:w="3604" w:type="pct"/>
            <w:shd w:val="clear" w:color="auto" w:fill="auto"/>
          </w:tcPr>
          <w:p w14:paraId="5E2F746B" w14:textId="63955CFB" w:rsidR="00703CC6" w:rsidRDefault="005427CD" w:rsidP="005427CD">
            <w:r w:rsidRPr="005427CD">
              <w:t xml:space="preserve">1.1 </w:t>
            </w:r>
            <w:r w:rsidR="00703CC6">
              <w:t xml:space="preserve">Determine the objective for soil condition for farm </w:t>
            </w:r>
            <w:r w:rsidRPr="005427CD">
              <w:t xml:space="preserve">according to </w:t>
            </w:r>
            <w:r w:rsidR="00703CC6">
              <w:t xml:space="preserve">workplace conditions and </w:t>
            </w:r>
            <w:r w:rsidRPr="005427CD">
              <w:t>organic agriculture</w:t>
            </w:r>
            <w:r w:rsidR="00703CC6">
              <w:t xml:space="preserve"> standards</w:t>
            </w:r>
          </w:p>
          <w:p w14:paraId="491BE07C" w14:textId="27D3C650" w:rsidR="005427CD" w:rsidRPr="005427CD" w:rsidRDefault="005427CD" w:rsidP="005427CD">
            <w:r w:rsidRPr="005427CD">
              <w:t xml:space="preserve">1.2 </w:t>
            </w:r>
            <w:r w:rsidR="00703CC6">
              <w:t>D</w:t>
            </w:r>
            <w:r w:rsidR="00703CC6" w:rsidRPr="005427CD">
              <w:t xml:space="preserve">evelop baseline data </w:t>
            </w:r>
            <w:r w:rsidR="00703CC6">
              <w:t>from soil s</w:t>
            </w:r>
            <w:r w:rsidRPr="005427CD">
              <w:t xml:space="preserve">ample and test </w:t>
            </w:r>
            <w:r w:rsidR="00703CC6">
              <w:t xml:space="preserve">conducted on reference </w:t>
            </w:r>
            <w:r w:rsidRPr="005427CD">
              <w:t xml:space="preserve">sites </w:t>
            </w:r>
            <w:r w:rsidR="00703CC6">
              <w:t xml:space="preserve">across property </w:t>
            </w:r>
            <w:r w:rsidRPr="005427CD">
              <w:t xml:space="preserve">according to organic industry standards </w:t>
            </w:r>
          </w:p>
          <w:p w14:paraId="4D7FC718" w14:textId="7876C5BB" w:rsidR="005427CD" w:rsidRPr="005427CD" w:rsidRDefault="005427CD" w:rsidP="005427CD">
            <w:r w:rsidRPr="005427CD">
              <w:t xml:space="preserve">1.3 Assess and record soil </w:t>
            </w:r>
            <w:r w:rsidR="00EB28D5">
              <w:t>chemical and physical characteristics</w:t>
            </w:r>
          </w:p>
          <w:p w14:paraId="08AD8F7B" w14:textId="4F0EE024" w:rsidR="005427CD" w:rsidRPr="005427CD" w:rsidRDefault="005427CD" w:rsidP="005427CD">
            <w:r w:rsidRPr="005427CD">
              <w:t>1.4 Assess and record soil biological activity</w:t>
            </w:r>
          </w:p>
          <w:p w14:paraId="0FE162B0" w14:textId="2660BACD" w:rsidR="005427CD" w:rsidRDefault="005427CD">
            <w:r w:rsidRPr="005427CD">
              <w:t>1.</w:t>
            </w:r>
            <w:r w:rsidR="002109B4">
              <w:t>5</w:t>
            </w:r>
            <w:r w:rsidRPr="005427CD">
              <w:t xml:space="preserve"> Analyse </w:t>
            </w:r>
            <w:r w:rsidR="00083E4E">
              <w:t xml:space="preserve">test </w:t>
            </w:r>
            <w:r w:rsidRPr="005427CD">
              <w:t>results to identify trends in soil health and fertility and areas for improvement</w:t>
            </w:r>
          </w:p>
          <w:p w14:paraId="4B044429" w14:textId="4536DD50" w:rsidR="002109B4" w:rsidRPr="005427CD" w:rsidRDefault="002109B4">
            <w:r>
              <w:t xml:space="preserve">1.6 Identify health, </w:t>
            </w:r>
            <w:proofErr w:type="gramStart"/>
            <w:r>
              <w:t>safety</w:t>
            </w:r>
            <w:proofErr w:type="gramEnd"/>
            <w:r>
              <w:t xml:space="preserve"> and environmental hazards, assess risk and implement controls according to workplace procedures</w:t>
            </w:r>
          </w:p>
        </w:tc>
      </w:tr>
      <w:tr w:rsidR="005427CD" w:rsidRPr="00963A46" w14:paraId="711A21F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8699A3E" w14:textId="2E57BE93" w:rsidR="005427CD" w:rsidRPr="005427CD" w:rsidRDefault="005427CD" w:rsidP="005427CD">
            <w:pPr>
              <w:pStyle w:val="SIText"/>
            </w:pPr>
            <w:r w:rsidRPr="005427CD">
              <w:t>2. Assess soil-related factors for selected plants</w:t>
            </w:r>
          </w:p>
        </w:tc>
        <w:tc>
          <w:tcPr>
            <w:tcW w:w="3604" w:type="pct"/>
            <w:shd w:val="clear" w:color="auto" w:fill="auto"/>
          </w:tcPr>
          <w:p w14:paraId="06290E37" w14:textId="77777777" w:rsidR="005427CD" w:rsidRDefault="005427CD" w:rsidP="005427CD">
            <w:r w:rsidRPr="005427CD">
              <w:t>2.1 Identify nutritional requirements of selected plant species</w:t>
            </w:r>
          </w:p>
          <w:p w14:paraId="00FE8D40" w14:textId="58DD6343" w:rsidR="00083E4E" w:rsidRPr="005427CD" w:rsidRDefault="00083E4E" w:rsidP="005427CD">
            <w:r>
              <w:t>2.2 Conduct field observations of plants and soil to identify possible defects</w:t>
            </w:r>
          </w:p>
          <w:p w14:paraId="70131025" w14:textId="14BE5F49" w:rsidR="005427CD" w:rsidRPr="005427CD" w:rsidRDefault="005427CD" w:rsidP="005427CD">
            <w:r w:rsidRPr="005427CD">
              <w:t>2.</w:t>
            </w:r>
            <w:r w:rsidR="00083E4E">
              <w:t>3</w:t>
            </w:r>
            <w:r w:rsidRPr="005427CD">
              <w:t xml:space="preserve"> Select soil </w:t>
            </w:r>
            <w:r w:rsidR="00083E4E">
              <w:t>and plant tissue tests</w:t>
            </w:r>
            <w:r w:rsidR="00083E4E" w:rsidRPr="005427CD">
              <w:t xml:space="preserve"> </w:t>
            </w:r>
            <w:r w:rsidR="00083E4E">
              <w:t>for</w:t>
            </w:r>
            <w:r w:rsidRPr="005427CD">
              <w:t xml:space="preserve"> lab</w:t>
            </w:r>
            <w:r w:rsidR="00083E4E">
              <w:t>oratory testing</w:t>
            </w:r>
          </w:p>
          <w:p w14:paraId="6F476A13" w14:textId="4035F34E" w:rsidR="00083E4E" w:rsidRDefault="005427CD" w:rsidP="00083E4E">
            <w:r w:rsidRPr="005427CD">
              <w:t>2.</w:t>
            </w:r>
            <w:r w:rsidR="00083E4E">
              <w:t>4 S</w:t>
            </w:r>
            <w:r w:rsidRPr="005427CD">
              <w:t xml:space="preserve">ample </w:t>
            </w:r>
            <w:r w:rsidR="00083E4E">
              <w:t xml:space="preserve">plant tissue and soils </w:t>
            </w:r>
            <w:r w:rsidRPr="005427CD">
              <w:t xml:space="preserve">according to testing </w:t>
            </w:r>
            <w:r w:rsidR="00083E4E">
              <w:t>laboratory specifications</w:t>
            </w:r>
          </w:p>
          <w:p w14:paraId="164F0907" w14:textId="53297F3D" w:rsidR="005427CD" w:rsidRPr="005427CD" w:rsidRDefault="005427CD" w:rsidP="003B53CC">
            <w:r w:rsidRPr="005427CD">
              <w:t>2.</w:t>
            </w:r>
            <w:r w:rsidR="00083E4E">
              <w:t>5</w:t>
            </w:r>
            <w:r w:rsidRPr="005427CD">
              <w:t xml:space="preserve"> </w:t>
            </w:r>
            <w:r w:rsidR="00083E4E">
              <w:t>D</w:t>
            </w:r>
            <w:r w:rsidR="00083E4E" w:rsidRPr="005427CD">
              <w:t xml:space="preserve">etermine management and input requirements </w:t>
            </w:r>
            <w:r w:rsidR="00083E4E">
              <w:t>for</w:t>
            </w:r>
            <w:r w:rsidR="00083E4E" w:rsidRPr="005427CD">
              <w:t xml:space="preserve"> farming system</w:t>
            </w:r>
            <w:r w:rsidR="00083E4E" w:rsidRPr="00083E4E">
              <w:t xml:space="preserve"> </w:t>
            </w:r>
            <w:r w:rsidR="00083E4E">
              <w:t xml:space="preserve">according to </w:t>
            </w:r>
            <w:r w:rsidRPr="005427CD">
              <w:t xml:space="preserve">soil </w:t>
            </w:r>
            <w:r w:rsidR="000D14C8">
              <w:t>and</w:t>
            </w:r>
            <w:r w:rsidR="000D14C8" w:rsidRPr="005427CD">
              <w:t xml:space="preserve"> </w:t>
            </w:r>
            <w:r w:rsidR="00083E4E">
              <w:t xml:space="preserve">plant </w:t>
            </w:r>
            <w:r w:rsidRPr="005427CD">
              <w:t>tissue test</w:t>
            </w:r>
            <w:r w:rsidR="000D14C8">
              <w:t xml:space="preserve"> results </w:t>
            </w:r>
            <w:r w:rsidR="00083E4E">
              <w:t xml:space="preserve">and </w:t>
            </w:r>
            <w:r w:rsidRPr="005427CD">
              <w:t>observation</w:t>
            </w:r>
            <w:r w:rsidR="000D14C8">
              <w:t>s</w:t>
            </w:r>
          </w:p>
        </w:tc>
      </w:tr>
      <w:tr w:rsidR="005427CD" w:rsidRPr="00963A46" w14:paraId="3F89A88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DD48B01" w14:textId="466BE2CD" w:rsidR="005427CD" w:rsidRPr="005427CD" w:rsidRDefault="005427CD" w:rsidP="005427CD">
            <w:pPr>
              <w:pStyle w:val="SIText"/>
            </w:pPr>
            <w:r w:rsidRPr="005427CD">
              <w:t xml:space="preserve">3. Select, </w:t>
            </w:r>
            <w:proofErr w:type="gramStart"/>
            <w:r w:rsidRPr="005427CD">
              <w:t>design</w:t>
            </w:r>
            <w:proofErr w:type="gramEnd"/>
            <w:r w:rsidRPr="005427CD">
              <w:t xml:space="preserve"> and implement allowable systems, techniques and inputs to optimise soil fertility</w:t>
            </w:r>
          </w:p>
        </w:tc>
        <w:tc>
          <w:tcPr>
            <w:tcW w:w="3604" w:type="pct"/>
            <w:shd w:val="clear" w:color="auto" w:fill="auto"/>
          </w:tcPr>
          <w:p w14:paraId="022F9355" w14:textId="24D1CAC9" w:rsidR="005427CD" w:rsidRPr="005427CD" w:rsidRDefault="005427CD" w:rsidP="005427CD">
            <w:r w:rsidRPr="005427CD">
              <w:t xml:space="preserve">3.1 Identify range of </w:t>
            </w:r>
            <w:r w:rsidR="000D14C8">
              <w:t xml:space="preserve">permitted </w:t>
            </w:r>
            <w:r w:rsidRPr="005427CD">
              <w:t>inputs according to National Standard for Organic and Bio</w:t>
            </w:r>
            <w:r w:rsidR="00C40BAC">
              <w:t>-D</w:t>
            </w:r>
            <w:r w:rsidRPr="005427CD">
              <w:t>ynamic Produce</w:t>
            </w:r>
          </w:p>
          <w:p w14:paraId="7633C5E5" w14:textId="77777777" w:rsidR="005427CD" w:rsidRPr="005427CD" w:rsidRDefault="005427CD" w:rsidP="005427CD">
            <w:r w:rsidRPr="005427CD">
              <w:t xml:space="preserve">3.2 Identify and implement cultural practices to enhance soil fertility, </w:t>
            </w:r>
            <w:proofErr w:type="gramStart"/>
            <w:r w:rsidRPr="005427CD">
              <w:t>function</w:t>
            </w:r>
            <w:proofErr w:type="gramEnd"/>
            <w:r w:rsidRPr="005427CD">
              <w:t xml:space="preserve"> and health</w:t>
            </w:r>
          </w:p>
          <w:p w14:paraId="3B3BCDDE" w14:textId="6972C5F5" w:rsidR="005427CD" w:rsidRPr="005427CD" w:rsidRDefault="005427CD" w:rsidP="005427CD">
            <w:r w:rsidRPr="005427CD">
              <w:t>3.3 Calculate inputs based on soil</w:t>
            </w:r>
            <w:r w:rsidR="000D14C8">
              <w:t xml:space="preserve"> and </w:t>
            </w:r>
            <w:r w:rsidRPr="005427CD">
              <w:t xml:space="preserve">plant analyses, </w:t>
            </w:r>
            <w:r w:rsidR="000D14C8">
              <w:t xml:space="preserve">and </w:t>
            </w:r>
            <w:r w:rsidRPr="005427CD">
              <w:t>observations</w:t>
            </w:r>
          </w:p>
          <w:p w14:paraId="005588CE" w14:textId="732139E4" w:rsidR="005427CD" w:rsidRPr="005427CD" w:rsidRDefault="005427CD" w:rsidP="005427CD">
            <w:r w:rsidRPr="005427CD">
              <w:t xml:space="preserve">3.4 Select and manage cover crop and pasture systems </w:t>
            </w:r>
            <w:r w:rsidR="000D14C8">
              <w:t>according to workplace procedures</w:t>
            </w:r>
          </w:p>
          <w:p w14:paraId="6C6E016D" w14:textId="5CB6E3A0" w:rsidR="005427CD" w:rsidRPr="005427CD" w:rsidRDefault="005427CD" w:rsidP="005427CD">
            <w:r w:rsidRPr="005427CD">
              <w:t xml:space="preserve">3.5 Develop, </w:t>
            </w:r>
            <w:proofErr w:type="gramStart"/>
            <w:r w:rsidRPr="005427CD">
              <w:t>apply</w:t>
            </w:r>
            <w:proofErr w:type="gramEnd"/>
            <w:r w:rsidRPr="005427CD">
              <w:t xml:space="preserve"> and monitor mulching and composting systems </w:t>
            </w:r>
            <w:r w:rsidR="000D14C8">
              <w:t>according to production plan</w:t>
            </w:r>
          </w:p>
          <w:p w14:paraId="2B00249F" w14:textId="6F475E71" w:rsidR="005427CD" w:rsidRPr="005427CD" w:rsidRDefault="005427CD" w:rsidP="000D14C8">
            <w:pPr>
              <w:pStyle w:val="SIText"/>
            </w:pPr>
            <w:r w:rsidRPr="005427CD">
              <w:t xml:space="preserve">3.6 Design and implement crop rotations and grazing management systems to optimise soil fertility </w:t>
            </w:r>
            <w:r w:rsidR="000D14C8">
              <w:t>according to production plan</w:t>
            </w:r>
          </w:p>
        </w:tc>
      </w:tr>
    </w:tbl>
    <w:p w14:paraId="0A6E9C8C" w14:textId="77777777" w:rsidR="005F771F" w:rsidRDefault="005F771F" w:rsidP="005F771F">
      <w:pPr>
        <w:pStyle w:val="SIText"/>
      </w:pPr>
    </w:p>
    <w:p w14:paraId="50784BCC" w14:textId="77777777" w:rsidR="005F771F" w:rsidRPr="000754EC" w:rsidRDefault="005F771F" w:rsidP="000754EC">
      <w:r>
        <w:br w:type="page"/>
      </w:r>
    </w:p>
    <w:p w14:paraId="3200C001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ECB7353" w14:textId="77777777" w:rsidTr="00CA2922">
        <w:trPr>
          <w:tblHeader/>
        </w:trPr>
        <w:tc>
          <w:tcPr>
            <w:tcW w:w="5000" w:type="pct"/>
            <w:gridSpan w:val="2"/>
          </w:tcPr>
          <w:p w14:paraId="61D2B99B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6C2767F1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5157F46" w14:textId="77777777" w:rsidTr="00CA2922">
        <w:trPr>
          <w:tblHeader/>
        </w:trPr>
        <w:tc>
          <w:tcPr>
            <w:tcW w:w="1396" w:type="pct"/>
          </w:tcPr>
          <w:p w14:paraId="1E140ADA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1F0FC8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284BCE" w:rsidRPr="00336FCA" w:rsidDel="00423CB2" w14:paraId="615065A4" w14:textId="77777777" w:rsidTr="00CA2922">
        <w:tc>
          <w:tcPr>
            <w:tcW w:w="1396" w:type="pct"/>
          </w:tcPr>
          <w:p w14:paraId="166E6F1B" w14:textId="41CF85B6" w:rsidR="00284BCE" w:rsidRPr="00284BCE" w:rsidRDefault="00284BCE">
            <w:pPr>
              <w:pStyle w:val="SIText"/>
            </w:pPr>
            <w:r w:rsidRPr="00284BCE">
              <w:t>Reading</w:t>
            </w:r>
          </w:p>
        </w:tc>
        <w:tc>
          <w:tcPr>
            <w:tcW w:w="3604" w:type="pct"/>
          </w:tcPr>
          <w:p w14:paraId="6185B3D2" w14:textId="313F6F37" w:rsidR="00284BCE" w:rsidRPr="00284BCE" w:rsidRDefault="00754BD8">
            <w:pPr>
              <w:pStyle w:val="SIBulletList1"/>
              <w:rPr>
                <w:rFonts w:eastAsia="Calibri"/>
              </w:rPr>
            </w:pPr>
            <w:r>
              <w:t>A</w:t>
            </w:r>
            <w:r w:rsidR="00284BCE" w:rsidRPr="00284BCE">
              <w:t xml:space="preserve">nalyse organic production principles, </w:t>
            </w:r>
            <w:proofErr w:type="gramStart"/>
            <w:r w:rsidR="00284BCE" w:rsidRPr="00284BCE">
              <w:t>standards</w:t>
            </w:r>
            <w:proofErr w:type="gramEnd"/>
            <w:r w:rsidR="00284BCE" w:rsidRPr="00284BCE">
              <w:t xml:space="preserve"> and certification procedures to ensure compliance with organic </w:t>
            </w:r>
            <w:r w:rsidR="00284BCE">
              <w:t>soil improvement strategies</w:t>
            </w:r>
            <w:r w:rsidR="00284BCE" w:rsidRPr="00284BCE">
              <w:t xml:space="preserve"> </w:t>
            </w:r>
          </w:p>
        </w:tc>
      </w:tr>
      <w:tr w:rsidR="00F1480E" w:rsidRPr="00336FCA" w:rsidDel="00423CB2" w14:paraId="0655D844" w14:textId="77777777" w:rsidTr="00CA2922">
        <w:tc>
          <w:tcPr>
            <w:tcW w:w="1396" w:type="pct"/>
          </w:tcPr>
          <w:p w14:paraId="64582310" w14:textId="60CABF80" w:rsidR="00F1480E" w:rsidRPr="005404CB" w:rsidRDefault="00284BCE" w:rsidP="005404CB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2B5C131C" w14:textId="417D4EA0" w:rsidR="00F1480E" w:rsidRPr="005404CB" w:rsidRDefault="00284BCE">
            <w:pPr>
              <w:pStyle w:val="SIBulletList1"/>
              <w:rPr>
                <w:rFonts w:eastAsia="Calibri"/>
              </w:rPr>
            </w:pPr>
            <w:r w:rsidRPr="00284BCE">
              <w:t xml:space="preserve">Develop procedural material for organic production using clear industry specific language </w:t>
            </w:r>
            <w:proofErr w:type="gramStart"/>
            <w:r w:rsidRPr="00284BCE">
              <w:t>in order to</w:t>
            </w:r>
            <w:proofErr w:type="gramEnd"/>
            <w:r w:rsidRPr="00284BCE">
              <w:t xml:space="preserve"> convey explicit information for </w:t>
            </w:r>
            <w:r>
              <w:t>soil improvement</w:t>
            </w:r>
          </w:p>
        </w:tc>
      </w:tr>
      <w:tr w:rsidR="00284BCE" w:rsidRPr="00336FCA" w:rsidDel="00423CB2" w14:paraId="00345C29" w14:textId="77777777" w:rsidTr="00CA2922">
        <w:tc>
          <w:tcPr>
            <w:tcW w:w="1396" w:type="pct"/>
          </w:tcPr>
          <w:p w14:paraId="22F65F6D" w14:textId="10D3C3C6" w:rsidR="00284BCE" w:rsidRDefault="00284BCE" w:rsidP="005404CB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60B7A4A6" w14:textId="5C096EBD" w:rsidR="00284BCE" w:rsidRPr="00284BCE" w:rsidRDefault="00284BCE">
            <w:pPr>
              <w:pStyle w:val="SIBulletList1"/>
            </w:pPr>
            <w:r w:rsidRPr="00284BCE">
              <w:t xml:space="preserve">Perform mathematical calculations to interpret </w:t>
            </w:r>
            <w:r>
              <w:t xml:space="preserve">and condense </w:t>
            </w:r>
            <w:r w:rsidRPr="00284BCE">
              <w:t xml:space="preserve">complex </w:t>
            </w:r>
            <w:r>
              <w:t>soil test results when developing soil improvements for organic farm</w:t>
            </w:r>
          </w:p>
        </w:tc>
      </w:tr>
    </w:tbl>
    <w:p w14:paraId="265659EF" w14:textId="77777777" w:rsidR="00916CD7" w:rsidRDefault="00916CD7" w:rsidP="005F771F">
      <w:pPr>
        <w:pStyle w:val="SIText"/>
      </w:pPr>
    </w:p>
    <w:p w14:paraId="0F6F35F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2378"/>
        <w:gridCol w:w="2213"/>
        <w:gridCol w:w="2915"/>
      </w:tblGrid>
      <w:tr w:rsidR="00F1480E" w14:paraId="4D6D7856" w14:textId="77777777" w:rsidTr="00963EA1">
        <w:tc>
          <w:tcPr>
            <w:tcW w:w="5000" w:type="pct"/>
            <w:gridSpan w:val="4"/>
          </w:tcPr>
          <w:p w14:paraId="38772259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325C45C5" w14:textId="77777777" w:rsidTr="00963EA1">
        <w:tc>
          <w:tcPr>
            <w:tcW w:w="1102" w:type="pct"/>
          </w:tcPr>
          <w:p w14:paraId="7BAE6A6F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235" w:type="pct"/>
          </w:tcPr>
          <w:p w14:paraId="6D361371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149" w:type="pct"/>
          </w:tcPr>
          <w:p w14:paraId="4E94BE47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514" w:type="pct"/>
          </w:tcPr>
          <w:p w14:paraId="3B5476B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1E3C830D" w14:textId="77777777" w:rsidTr="00963EA1">
        <w:tc>
          <w:tcPr>
            <w:tcW w:w="1102" w:type="pct"/>
          </w:tcPr>
          <w:p w14:paraId="18ED5BE1" w14:textId="78C939D4" w:rsidR="00041E59" w:rsidRPr="005404CB" w:rsidRDefault="000D14C8" w:rsidP="0073636A">
            <w:pPr>
              <w:pStyle w:val="SIText"/>
            </w:pPr>
            <w:r w:rsidRPr="009E0891">
              <w:t>AHCORG4</w:t>
            </w:r>
            <w:r w:rsidR="0073636A">
              <w:t>11</w:t>
            </w:r>
            <w:r w:rsidRPr="009E0891">
              <w:t xml:space="preserve"> Manage organic soil improvement</w:t>
            </w:r>
          </w:p>
        </w:tc>
        <w:tc>
          <w:tcPr>
            <w:tcW w:w="1235" w:type="pct"/>
          </w:tcPr>
          <w:p w14:paraId="64EA7AE3" w14:textId="0D391631" w:rsidR="00041E59" w:rsidRPr="005404CB" w:rsidRDefault="000D14C8">
            <w:pPr>
              <w:pStyle w:val="SIText"/>
            </w:pPr>
            <w:r w:rsidRPr="000D14C8">
              <w:t>AHCORG403 Manage organic soil improvement</w:t>
            </w:r>
          </w:p>
        </w:tc>
        <w:tc>
          <w:tcPr>
            <w:tcW w:w="1149" w:type="pct"/>
          </w:tcPr>
          <w:p w14:paraId="746A4049" w14:textId="77777777" w:rsidR="000D14C8" w:rsidRDefault="000D14C8" w:rsidP="003B53CC">
            <w:pPr>
              <w:pStyle w:val="SIText"/>
            </w:pPr>
            <w:r>
              <w:t>Minor changes to Application</w:t>
            </w:r>
          </w:p>
          <w:p w14:paraId="3E031D32" w14:textId="774F113F" w:rsidR="00041E59" w:rsidRPr="005404CB" w:rsidRDefault="000D14C8">
            <w:pPr>
              <w:pStyle w:val="SIText"/>
            </w:pPr>
            <w:r>
              <w:t>Minor edits and changes to sequencing of Performance Criteria for clarity</w:t>
            </w:r>
            <w:r w:rsidR="00C513F6">
              <w:br/>
              <w:t>Changes to Performance Evidence, Knowledge Evidence and Assessment Conditions for clarity</w:t>
            </w:r>
            <w:r w:rsidR="00C513F6">
              <w:br/>
              <w:t>Foundation Skills added</w:t>
            </w:r>
          </w:p>
        </w:tc>
        <w:tc>
          <w:tcPr>
            <w:tcW w:w="1514" w:type="pct"/>
          </w:tcPr>
          <w:p w14:paraId="426455CD" w14:textId="094E584A" w:rsidR="00916CD7" w:rsidRPr="005404CB" w:rsidRDefault="006E25E4" w:rsidP="005404CB">
            <w:pPr>
              <w:pStyle w:val="SIText"/>
            </w:pPr>
            <w:r>
              <w:t>Equivalent</w:t>
            </w:r>
          </w:p>
        </w:tc>
      </w:tr>
    </w:tbl>
    <w:p w14:paraId="127C3A94" w14:textId="2B3133A5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444586B" w14:textId="77777777" w:rsidTr="00CA2922">
        <w:tc>
          <w:tcPr>
            <w:tcW w:w="1396" w:type="pct"/>
            <w:shd w:val="clear" w:color="auto" w:fill="auto"/>
          </w:tcPr>
          <w:p w14:paraId="42E003BA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4044E80" w14:textId="0D76D1AE" w:rsidR="00F1480E" w:rsidRPr="005404CB" w:rsidRDefault="00024018" w:rsidP="005404CB">
            <w:pPr>
              <w:pStyle w:val="SIText"/>
            </w:pPr>
            <w:r>
              <w:t xml:space="preserve">Companion Volumes, including Implementation </w:t>
            </w:r>
            <w:r w:rsidRPr="00024018">
              <w:t xml:space="preserve">Guides, are available at </w:t>
            </w:r>
            <w:proofErr w:type="spellStart"/>
            <w:r w:rsidRPr="00024018">
              <w:t>VETNet</w:t>
            </w:r>
            <w:proofErr w:type="spellEnd"/>
            <w:r w:rsidRPr="00024018">
              <w:t xml:space="preserve">: </w:t>
            </w:r>
            <w:hyperlink r:id="rId11" w:history="1">
              <w:r w:rsidRPr="00024018">
                <w:t>https://vetnet.gov.au/Pages/TrainingDocs.aspx?q=c6399549-9c62-4a5e-bf1a-524b2322cf72</w:t>
              </w:r>
            </w:hyperlink>
          </w:p>
        </w:tc>
      </w:tr>
    </w:tbl>
    <w:p w14:paraId="5D00EB7E" w14:textId="77777777" w:rsidR="00F1480E" w:rsidRDefault="00F1480E" w:rsidP="005F771F">
      <w:pPr>
        <w:pStyle w:val="SIText"/>
      </w:pPr>
    </w:p>
    <w:p w14:paraId="07572CD3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48289F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65F4B48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0D7DE94" w14:textId="62151962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9E0891" w:rsidRPr="009E0891">
              <w:t>AHCORG4</w:t>
            </w:r>
            <w:r w:rsidR="0073636A">
              <w:t>11</w:t>
            </w:r>
            <w:r w:rsidR="009E0891" w:rsidRPr="009E0891">
              <w:t xml:space="preserve"> Manage organic soil improvement</w:t>
            </w:r>
          </w:p>
        </w:tc>
      </w:tr>
      <w:tr w:rsidR="00556C4C" w:rsidRPr="00A55106" w14:paraId="4D52722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EF2A28A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B4930D" w14:textId="77777777" w:rsidTr="00113678">
        <w:tc>
          <w:tcPr>
            <w:tcW w:w="5000" w:type="pct"/>
            <w:gridSpan w:val="2"/>
            <w:shd w:val="clear" w:color="auto" w:fill="auto"/>
          </w:tcPr>
          <w:p w14:paraId="78BBA560" w14:textId="77777777" w:rsidR="003B53CC" w:rsidRDefault="003B53CC" w:rsidP="003B53CC">
            <w:pPr>
              <w:pStyle w:val="SIText"/>
            </w:pPr>
            <w:r w:rsidRPr="00EA3EBA">
              <w:t xml:space="preserve">An individual demonstrating competency must satisfy </w:t>
            </w:r>
            <w:proofErr w:type="gramStart"/>
            <w:r w:rsidRPr="00EA3EBA">
              <w:t>all of</w:t>
            </w:r>
            <w:proofErr w:type="gramEnd"/>
            <w:r w:rsidRPr="00EA3EBA">
              <w:t xml:space="preserve"> the elements and performance criteria in this unit.</w:t>
            </w:r>
          </w:p>
          <w:p w14:paraId="5C81475B" w14:textId="77777777" w:rsidR="00024018" w:rsidRDefault="00024018" w:rsidP="003B53CC">
            <w:pPr>
              <w:pStyle w:val="SIText"/>
            </w:pPr>
          </w:p>
          <w:p w14:paraId="51C439A0" w14:textId="51AED53D" w:rsidR="003B53CC" w:rsidRDefault="003B53CC" w:rsidP="003B53CC">
            <w:pPr>
              <w:pStyle w:val="SIText"/>
            </w:pPr>
            <w:r>
              <w:t>There must be evidence that the individual has</w:t>
            </w:r>
            <w:r w:rsidR="00024018">
              <w:t>,</w:t>
            </w:r>
            <w:r>
              <w:t xml:space="preserve"> on at least one occasion</w:t>
            </w:r>
            <w:r w:rsidR="00024018">
              <w:t>,</w:t>
            </w:r>
            <w:r>
              <w:t xml:space="preserve"> managed the improvement of soil on an organic farm and has:</w:t>
            </w:r>
          </w:p>
          <w:p w14:paraId="0E6F950F" w14:textId="3215BDE7" w:rsidR="005427CD" w:rsidRPr="005427CD" w:rsidRDefault="005427CD" w:rsidP="005427CD">
            <w:pPr>
              <w:pStyle w:val="SIBulletList1"/>
            </w:pPr>
            <w:r w:rsidRPr="005427CD">
              <w:t>implement</w:t>
            </w:r>
            <w:r w:rsidR="003B53CC">
              <w:t>ed</w:t>
            </w:r>
            <w:r w:rsidRPr="005427CD">
              <w:t xml:space="preserve"> principles of organic agriculture and agroecology</w:t>
            </w:r>
          </w:p>
          <w:p w14:paraId="0A0D326D" w14:textId="488B054B" w:rsidR="005427CD" w:rsidRPr="005427CD" w:rsidRDefault="005427CD" w:rsidP="005427CD">
            <w:pPr>
              <w:pStyle w:val="SIBulletList1"/>
            </w:pPr>
            <w:r w:rsidRPr="005427CD">
              <w:t>devise</w:t>
            </w:r>
            <w:r w:rsidR="003B53CC">
              <w:t>d</w:t>
            </w:r>
            <w:r w:rsidRPr="005427CD">
              <w:t xml:space="preserve"> and implement</w:t>
            </w:r>
            <w:r w:rsidR="00024018">
              <w:t>ed</w:t>
            </w:r>
            <w:r w:rsidRPr="005427CD">
              <w:t xml:space="preserve"> a soil improvement plan to correct imbalances and maintain soil fertility</w:t>
            </w:r>
          </w:p>
          <w:p w14:paraId="37544236" w14:textId="7BA58833" w:rsidR="005427CD" w:rsidRDefault="005427CD" w:rsidP="005427CD">
            <w:pPr>
              <w:pStyle w:val="SIBulletList1"/>
            </w:pPr>
            <w:r w:rsidRPr="005427CD">
              <w:t>sample</w:t>
            </w:r>
            <w:r w:rsidR="003B53CC">
              <w:t>d</w:t>
            </w:r>
            <w:r w:rsidRPr="005427CD">
              <w:t xml:space="preserve"> soil</w:t>
            </w:r>
            <w:r w:rsidR="003B53CC">
              <w:t xml:space="preserve">, conducted </w:t>
            </w:r>
            <w:proofErr w:type="gramStart"/>
            <w:r w:rsidR="003B53CC">
              <w:t>tests</w:t>
            </w:r>
            <w:proofErr w:type="gramEnd"/>
            <w:r w:rsidR="003B53CC">
              <w:t xml:space="preserve"> </w:t>
            </w:r>
            <w:r w:rsidRPr="005427CD">
              <w:t>and analyse</w:t>
            </w:r>
            <w:r w:rsidR="003B53CC">
              <w:t>d</w:t>
            </w:r>
            <w:r w:rsidRPr="005427CD">
              <w:t xml:space="preserve"> soil test results for </w:t>
            </w:r>
            <w:r w:rsidR="003B53CC">
              <w:t>the following</w:t>
            </w:r>
            <w:r w:rsidRPr="005427CD">
              <w:t xml:space="preserve"> </w:t>
            </w:r>
            <w:r w:rsidR="002109B4">
              <w:t xml:space="preserve">physical and chemical </w:t>
            </w:r>
            <w:r w:rsidRPr="005427CD">
              <w:t xml:space="preserve">indicators of soil </w:t>
            </w:r>
            <w:r w:rsidR="003B53CC">
              <w:t xml:space="preserve">condition and </w:t>
            </w:r>
            <w:r w:rsidRPr="005427CD">
              <w:t>fertility</w:t>
            </w:r>
            <w:r w:rsidR="003B53CC">
              <w:t>:</w:t>
            </w:r>
          </w:p>
          <w:p w14:paraId="6DC6B6F1" w14:textId="77777777" w:rsidR="003B53CC" w:rsidRDefault="003B53CC" w:rsidP="00963EA1">
            <w:pPr>
              <w:pStyle w:val="SIBulletList2"/>
            </w:pPr>
            <w:r w:rsidRPr="005427CD">
              <w:t>soil texture</w:t>
            </w:r>
          </w:p>
          <w:p w14:paraId="21AD0250" w14:textId="77777777" w:rsidR="003B53CC" w:rsidRDefault="003B53CC" w:rsidP="00963EA1">
            <w:pPr>
              <w:pStyle w:val="SIBulletList2"/>
            </w:pPr>
            <w:r w:rsidRPr="005427CD">
              <w:t>structure</w:t>
            </w:r>
          </w:p>
          <w:p w14:paraId="306DEA1F" w14:textId="77777777" w:rsidR="003B53CC" w:rsidRDefault="003B53CC" w:rsidP="00963EA1">
            <w:pPr>
              <w:pStyle w:val="SIBulletList2"/>
            </w:pPr>
            <w:r w:rsidRPr="005427CD">
              <w:t>salinity</w:t>
            </w:r>
          </w:p>
          <w:p w14:paraId="3292D29F" w14:textId="0FA320AB" w:rsidR="003B53CC" w:rsidRPr="003B53CC" w:rsidRDefault="003B53CC" w:rsidP="00963EA1">
            <w:pPr>
              <w:pStyle w:val="SIBulletList2"/>
            </w:pPr>
            <w:proofErr w:type="spellStart"/>
            <w:r w:rsidRPr="005427CD">
              <w:t>sodicity</w:t>
            </w:r>
            <w:proofErr w:type="spellEnd"/>
          </w:p>
          <w:p w14:paraId="0029012A" w14:textId="77777777" w:rsidR="003B53CC" w:rsidRDefault="003B53CC" w:rsidP="00963EA1">
            <w:pPr>
              <w:pStyle w:val="SIBulletList2"/>
            </w:pPr>
            <w:r w:rsidRPr="005427CD">
              <w:t>pH</w:t>
            </w:r>
          </w:p>
          <w:p w14:paraId="0545EA92" w14:textId="77777777" w:rsidR="003B53CC" w:rsidRDefault="003B53CC" w:rsidP="00963EA1">
            <w:pPr>
              <w:pStyle w:val="SIBulletList2"/>
            </w:pPr>
            <w:r w:rsidRPr="005427CD">
              <w:t>mineral balances</w:t>
            </w:r>
          </w:p>
          <w:p w14:paraId="45A6FD98" w14:textId="48433B5A" w:rsidR="003B53CC" w:rsidRDefault="003B53CC" w:rsidP="00963EA1">
            <w:pPr>
              <w:pStyle w:val="SIBulletList2"/>
            </w:pPr>
            <w:r w:rsidRPr="005427CD">
              <w:t>organic matter</w:t>
            </w:r>
          </w:p>
          <w:p w14:paraId="52EC9010" w14:textId="77777777" w:rsidR="002109B4" w:rsidRDefault="00EB28D5" w:rsidP="00963EA1">
            <w:pPr>
              <w:pStyle w:val="SIBulletList2"/>
            </w:pPr>
            <w:r w:rsidRPr="005427CD">
              <w:t>drainage</w:t>
            </w:r>
          </w:p>
          <w:p w14:paraId="494ADF0B" w14:textId="77777777" w:rsidR="002109B4" w:rsidRDefault="00EB28D5" w:rsidP="00963EA1">
            <w:pPr>
              <w:pStyle w:val="SIBulletList2"/>
            </w:pPr>
            <w:r w:rsidRPr="005427CD">
              <w:t>compaction</w:t>
            </w:r>
          </w:p>
          <w:p w14:paraId="3896671C" w14:textId="77777777" w:rsidR="002109B4" w:rsidRDefault="00EB28D5" w:rsidP="00963EA1">
            <w:pPr>
              <w:pStyle w:val="SIBulletList2"/>
            </w:pPr>
            <w:r w:rsidRPr="005427CD">
              <w:t>aeration</w:t>
            </w:r>
          </w:p>
          <w:p w14:paraId="2938C592" w14:textId="4AE0564A" w:rsidR="00EB28D5" w:rsidRPr="005427CD" w:rsidRDefault="00EB28D5" w:rsidP="00963EA1">
            <w:pPr>
              <w:pStyle w:val="SIBulletList2"/>
            </w:pPr>
            <w:r w:rsidRPr="005427CD">
              <w:t>water infiltration</w:t>
            </w:r>
          </w:p>
          <w:p w14:paraId="187DE1D0" w14:textId="2256B2CB" w:rsidR="002109B4" w:rsidRPr="002109B4" w:rsidRDefault="002109B4" w:rsidP="00963EA1">
            <w:pPr>
              <w:pStyle w:val="SIBulletList1"/>
            </w:pPr>
            <w:r w:rsidRPr="005427CD">
              <w:t>improve</w:t>
            </w:r>
            <w:r>
              <w:t>d</w:t>
            </w:r>
            <w:r w:rsidRPr="005427CD">
              <w:t xml:space="preserve"> and maintain</w:t>
            </w:r>
            <w:r>
              <w:t>ed</w:t>
            </w:r>
            <w:r w:rsidRPr="005427CD">
              <w:t xml:space="preserve"> soil fertility</w:t>
            </w:r>
            <w:r w:rsidRPr="002109B4">
              <w:t xml:space="preserve"> </w:t>
            </w:r>
            <w:r>
              <w:t xml:space="preserve">using </w:t>
            </w:r>
            <w:r w:rsidR="005427CD" w:rsidRPr="005427CD">
              <w:t xml:space="preserve">natural processes </w:t>
            </w:r>
            <w:r>
              <w:t xml:space="preserve">and according to </w:t>
            </w:r>
            <w:r w:rsidRPr="005427CD">
              <w:t>National Standard for Organic and Bio</w:t>
            </w:r>
            <w:r w:rsidR="00024018">
              <w:t>-D</w:t>
            </w:r>
            <w:r w:rsidRPr="005427CD">
              <w:t>ynamic Produce</w:t>
            </w:r>
          </w:p>
          <w:p w14:paraId="6BFA69AA" w14:textId="253CAAC8" w:rsidR="006130F4" w:rsidRPr="005404CB" w:rsidRDefault="005427CD" w:rsidP="00963EA1">
            <w:pPr>
              <w:pStyle w:val="SIBulletList1"/>
            </w:pPr>
            <w:r w:rsidRPr="005427CD">
              <w:t>appl</w:t>
            </w:r>
            <w:r w:rsidR="002109B4">
              <w:t>ied</w:t>
            </w:r>
            <w:r w:rsidRPr="005427CD">
              <w:t xml:space="preserve"> </w:t>
            </w:r>
            <w:r w:rsidR="002109B4">
              <w:t>workplace</w:t>
            </w:r>
            <w:r w:rsidR="002109B4" w:rsidRPr="005427CD">
              <w:t xml:space="preserve"> </w:t>
            </w:r>
            <w:r w:rsidRPr="005427CD">
              <w:t>health</w:t>
            </w:r>
            <w:r w:rsidR="002109B4">
              <w:t xml:space="preserve">, </w:t>
            </w:r>
            <w:r w:rsidRPr="005427CD">
              <w:t xml:space="preserve">safety </w:t>
            </w:r>
            <w:r w:rsidR="002109B4">
              <w:t>and environmental procedures and</w:t>
            </w:r>
            <w:r w:rsidRPr="005427CD">
              <w:t xml:space="preserve"> practices</w:t>
            </w:r>
            <w:r w:rsidR="002109B4">
              <w:t>.</w:t>
            </w:r>
          </w:p>
        </w:tc>
      </w:tr>
    </w:tbl>
    <w:p w14:paraId="2A7A099A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640C1A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6CF3569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281A699" w14:textId="77777777" w:rsidTr="00CA2922">
        <w:tc>
          <w:tcPr>
            <w:tcW w:w="5000" w:type="pct"/>
            <w:shd w:val="clear" w:color="auto" w:fill="auto"/>
          </w:tcPr>
          <w:p w14:paraId="77C252FE" w14:textId="77777777" w:rsidR="00E462A6" w:rsidRDefault="00E462A6" w:rsidP="00E462A6">
            <w:pPr>
              <w:pStyle w:val="SIText"/>
            </w:pPr>
            <w:r>
              <w:t>An individual must be able to demonstrate the knowledge required to perform the tasks outlined in the elements and performance criteria of this unit. This includes knowledge of:</w:t>
            </w:r>
          </w:p>
          <w:p w14:paraId="57E95035" w14:textId="77777777" w:rsidR="006679F8" w:rsidRPr="006679F8" w:rsidRDefault="006679F8" w:rsidP="006679F8">
            <w:pPr>
              <w:pStyle w:val="SIBulletList1"/>
            </w:pPr>
            <w:r w:rsidRPr="006679F8">
              <w:t>availability, use and definition of organic fertilisers</w:t>
            </w:r>
          </w:p>
          <w:p w14:paraId="2CB6DAA5" w14:textId="072913E4" w:rsidR="006679F8" w:rsidRPr="006679F8" w:rsidRDefault="00E462A6" w:rsidP="006679F8">
            <w:pPr>
              <w:pStyle w:val="SIBulletList1"/>
            </w:pPr>
            <w:r>
              <w:t xml:space="preserve">physical and chemical </w:t>
            </w:r>
            <w:r w:rsidR="006679F8" w:rsidRPr="006679F8">
              <w:t>properties of soil</w:t>
            </w:r>
            <w:r>
              <w:t>, including:</w:t>
            </w:r>
          </w:p>
          <w:p w14:paraId="7DEEBA2A" w14:textId="77777777" w:rsidR="006679F8" w:rsidRPr="006679F8" w:rsidRDefault="006679F8" w:rsidP="00963EA1">
            <w:pPr>
              <w:pStyle w:val="SIBulletList2"/>
            </w:pPr>
            <w:r w:rsidRPr="006679F8">
              <w:t xml:space="preserve">factors contributing to soil acidity, </w:t>
            </w:r>
            <w:proofErr w:type="spellStart"/>
            <w:r w:rsidRPr="006679F8">
              <w:t>sodicity</w:t>
            </w:r>
            <w:proofErr w:type="spellEnd"/>
            <w:r w:rsidRPr="006679F8">
              <w:t xml:space="preserve"> and salinity</w:t>
            </w:r>
          </w:p>
          <w:p w14:paraId="4A68CF60" w14:textId="77777777" w:rsidR="006679F8" w:rsidRPr="006679F8" w:rsidRDefault="006679F8" w:rsidP="00963EA1">
            <w:pPr>
              <w:pStyle w:val="SIBulletList2"/>
            </w:pPr>
            <w:r w:rsidRPr="006679F8">
              <w:t>factors promoting soil and plant water-holding capacity</w:t>
            </w:r>
          </w:p>
          <w:p w14:paraId="31E861EE" w14:textId="77777777" w:rsidR="006679F8" w:rsidRPr="006679F8" w:rsidRDefault="006679F8" w:rsidP="00963EA1">
            <w:pPr>
              <w:pStyle w:val="SIBulletList2"/>
            </w:pPr>
            <w:r w:rsidRPr="006679F8">
              <w:t>importance of soil biological activity</w:t>
            </w:r>
          </w:p>
          <w:p w14:paraId="3B01A8F3" w14:textId="77777777" w:rsidR="006679F8" w:rsidRPr="006679F8" w:rsidRDefault="006679F8" w:rsidP="00963EA1">
            <w:pPr>
              <w:pStyle w:val="SIBulletList2"/>
            </w:pPr>
            <w:r w:rsidRPr="006679F8">
              <w:t>major nutrient elements and their role in plant growth</w:t>
            </w:r>
          </w:p>
          <w:p w14:paraId="44743F70" w14:textId="77777777" w:rsidR="00E462A6" w:rsidRPr="00E462A6" w:rsidRDefault="00E462A6" w:rsidP="00E462A6">
            <w:pPr>
              <w:pStyle w:val="SIBulletList2"/>
            </w:pPr>
            <w:r w:rsidRPr="006679F8">
              <w:t>soil textural types and determinants</w:t>
            </w:r>
          </w:p>
          <w:p w14:paraId="592AE160" w14:textId="77777777" w:rsidR="005F3775" w:rsidRDefault="00B009A6" w:rsidP="00963EA1">
            <w:pPr>
              <w:pStyle w:val="SIBulletList1"/>
            </w:pPr>
            <w:r w:rsidRPr="006679F8">
              <w:t>soil sampl</w:t>
            </w:r>
            <w:r>
              <w:t xml:space="preserve">ing and testing procedures </w:t>
            </w:r>
            <w:r w:rsidRPr="006679F8">
              <w:t>for indicators of soil fertility</w:t>
            </w:r>
          </w:p>
          <w:p w14:paraId="4D8A2FE4" w14:textId="62FE1F2E" w:rsidR="00B009A6" w:rsidRPr="00E462A6" w:rsidRDefault="00B009A6" w:rsidP="00963EA1">
            <w:pPr>
              <w:pStyle w:val="SIBulletList1"/>
            </w:pPr>
            <w:r>
              <w:t>preparing soils to submit for laboratory testing</w:t>
            </w:r>
          </w:p>
          <w:p w14:paraId="49BB42AD" w14:textId="77777777" w:rsidR="006679F8" w:rsidRPr="006679F8" w:rsidRDefault="006679F8" w:rsidP="006679F8">
            <w:pPr>
              <w:pStyle w:val="SIBulletList1"/>
            </w:pPr>
            <w:r w:rsidRPr="006679F8">
              <w:t>methods and inputs that can be used to correct imbalances and maintain soil fertility</w:t>
            </w:r>
          </w:p>
          <w:p w14:paraId="2FF9BCDE" w14:textId="47B94876" w:rsidR="006679F8" w:rsidRPr="006679F8" w:rsidRDefault="006679F8" w:rsidP="006679F8">
            <w:pPr>
              <w:pStyle w:val="SIBulletList1"/>
            </w:pPr>
            <w:r w:rsidRPr="006679F8">
              <w:t>principles of organic agriculture</w:t>
            </w:r>
            <w:r w:rsidR="00B009A6">
              <w:t xml:space="preserve"> and </w:t>
            </w:r>
            <w:r w:rsidR="007977B9">
              <w:t xml:space="preserve">the management of </w:t>
            </w:r>
            <w:r w:rsidR="00B009A6">
              <w:t>soil</w:t>
            </w:r>
          </w:p>
          <w:p w14:paraId="1ACF5835" w14:textId="77777777" w:rsidR="006679F8" w:rsidRPr="006679F8" w:rsidRDefault="006679F8" w:rsidP="006679F8">
            <w:pPr>
              <w:pStyle w:val="SIBulletList1"/>
            </w:pPr>
            <w:r w:rsidRPr="006679F8">
              <w:t>processes and practices that impact on soil structure, biological activity, water-holding capacity and weed patterns</w:t>
            </w:r>
          </w:p>
          <w:p w14:paraId="1F77AEA4" w14:textId="77777777" w:rsidR="006679F8" w:rsidRPr="006679F8" w:rsidRDefault="006679F8" w:rsidP="006679F8">
            <w:pPr>
              <w:pStyle w:val="SIBulletList1"/>
            </w:pPr>
            <w:r w:rsidRPr="006679F8">
              <w:t>processes of aggregate and colloid formation</w:t>
            </w:r>
          </w:p>
          <w:p w14:paraId="4D7384B2" w14:textId="77777777" w:rsidR="006679F8" w:rsidRPr="006679F8" w:rsidRDefault="006679F8" w:rsidP="006679F8">
            <w:pPr>
              <w:pStyle w:val="SIBulletList1"/>
            </w:pPr>
            <w:r w:rsidRPr="006679F8">
              <w:t>range of soil analyses available and principles of each</w:t>
            </w:r>
          </w:p>
          <w:p w14:paraId="63B68691" w14:textId="16D0C580" w:rsidR="006679F8" w:rsidRPr="006679F8" w:rsidRDefault="006679F8" w:rsidP="006679F8">
            <w:pPr>
              <w:pStyle w:val="SIBulletList1"/>
            </w:pPr>
            <w:r w:rsidRPr="006679F8">
              <w:t xml:space="preserve">relationship between </w:t>
            </w:r>
            <w:r w:rsidR="00E462A6">
              <w:t xml:space="preserve">plants, </w:t>
            </w:r>
            <w:r w:rsidRPr="006679F8">
              <w:t>soil structure, water holding capacity and nutrient availability</w:t>
            </w:r>
            <w:r w:rsidR="00E462A6">
              <w:t>, including:</w:t>
            </w:r>
          </w:p>
          <w:p w14:paraId="6C5543B6" w14:textId="7315D129" w:rsidR="006679F8" w:rsidRPr="006679F8" w:rsidRDefault="006679F8" w:rsidP="00963EA1">
            <w:pPr>
              <w:pStyle w:val="SIBulletList2"/>
            </w:pPr>
            <w:r w:rsidRPr="006679F8">
              <w:t xml:space="preserve">role of organic matter, </w:t>
            </w:r>
            <w:proofErr w:type="gramStart"/>
            <w:r w:rsidRPr="006679F8">
              <w:t>humus</w:t>
            </w:r>
            <w:proofErr w:type="gramEnd"/>
            <w:r w:rsidRPr="006679F8">
              <w:t xml:space="preserve"> and microorganisms</w:t>
            </w:r>
          </w:p>
          <w:p w14:paraId="1E13918F" w14:textId="77777777" w:rsidR="006679F8" w:rsidRPr="006679F8" w:rsidRDefault="006679F8" w:rsidP="00963EA1">
            <w:pPr>
              <w:pStyle w:val="SIBulletList2"/>
            </w:pPr>
            <w:r w:rsidRPr="006679F8">
              <w:t>role of livestock in enhancing soil fertility</w:t>
            </w:r>
          </w:p>
          <w:p w14:paraId="6FC3D8EA" w14:textId="113BA0CA" w:rsidR="006679F8" w:rsidRPr="006679F8" w:rsidRDefault="006679F8" w:rsidP="00963EA1">
            <w:pPr>
              <w:pStyle w:val="SIBulletList2"/>
            </w:pPr>
            <w:r w:rsidRPr="006679F8">
              <w:t>role of macro</w:t>
            </w:r>
            <w:r w:rsidR="00024018">
              <w:t>-</w:t>
            </w:r>
            <w:r w:rsidRPr="006679F8">
              <w:t xml:space="preserve"> and micro-elements in soil and plants</w:t>
            </w:r>
          </w:p>
          <w:p w14:paraId="47656B2A" w14:textId="77777777" w:rsidR="006679F8" w:rsidRPr="006679F8" w:rsidRDefault="006679F8" w:rsidP="00963EA1">
            <w:pPr>
              <w:pStyle w:val="SIBulletList2"/>
            </w:pPr>
            <w:r w:rsidRPr="006679F8">
              <w:t>role of weeds</w:t>
            </w:r>
          </w:p>
          <w:p w14:paraId="18CD024D" w14:textId="77777777" w:rsidR="006679F8" w:rsidRPr="006679F8" w:rsidRDefault="006679F8" w:rsidP="00963EA1">
            <w:pPr>
              <w:pStyle w:val="SIBulletList2"/>
            </w:pPr>
            <w:r w:rsidRPr="006679F8">
              <w:t>significance of levels and balance of soil fertility indicators</w:t>
            </w:r>
          </w:p>
          <w:p w14:paraId="0BDE07DC" w14:textId="77777777" w:rsidR="006679F8" w:rsidRPr="006679F8" w:rsidRDefault="006679F8" w:rsidP="00963EA1">
            <w:pPr>
              <w:pStyle w:val="SIBulletList2"/>
            </w:pPr>
            <w:r w:rsidRPr="006679F8">
              <w:t>soil food chains and food webs</w:t>
            </w:r>
          </w:p>
          <w:p w14:paraId="5C8CD985" w14:textId="270613AC" w:rsidR="006130F4" w:rsidRPr="005404CB" w:rsidRDefault="006679F8" w:rsidP="00963EA1">
            <w:pPr>
              <w:pStyle w:val="SIBulletList1"/>
            </w:pPr>
            <w:r w:rsidRPr="006679F8">
              <w:t xml:space="preserve">principles, </w:t>
            </w:r>
            <w:proofErr w:type="gramStart"/>
            <w:r w:rsidRPr="006679F8">
              <w:t>practices</w:t>
            </w:r>
            <w:proofErr w:type="gramEnd"/>
            <w:r w:rsidRPr="006679F8">
              <w:t xml:space="preserve"> and inputs allowable under the National Standard for Organic and Bio</w:t>
            </w:r>
            <w:r w:rsidR="00753FDD">
              <w:t>-D</w:t>
            </w:r>
            <w:r w:rsidRPr="006679F8">
              <w:t>ynamic Produce</w:t>
            </w:r>
            <w:r w:rsidR="00B009A6">
              <w:t>.</w:t>
            </w:r>
          </w:p>
        </w:tc>
      </w:tr>
    </w:tbl>
    <w:p w14:paraId="62E108E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D0406E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E1F9780" w14:textId="77777777" w:rsidR="00F1480E" w:rsidRPr="005404CB" w:rsidRDefault="00D71E43" w:rsidP="005404CB">
            <w:pPr>
              <w:pStyle w:val="SIHeading2"/>
            </w:pPr>
            <w:r w:rsidRPr="002C55E9">
              <w:lastRenderedPageBreak/>
              <w:t>A</w:t>
            </w:r>
            <w:r w:rsidRPr="005404CB">
              <w:t>ssessment Conditions</w:t>
            </w:r>
          </w:p>
        </w:tc>
      </w:tr>
      <w:tr w:rsidR="00F1480E" w:rsidRPr="00A55106" w14:paraId="6F5D6588" w14:textId="77777777" w:rsidTr="00CA2922">
        <w:tc>
          <w:tcPr>
            <w:tcW w:w="5000" w:type="pct"/>
            <w:shd w:val="clear" w:color="auto" w:fill="auto"/>
          </w:tcPr>
          <w:p w14:paraId="329C9A9B" w14:textId="322D267E" w:rsidR="00B009A6" w:rsidRPr="00B009A6" w:rsidRDefault="00B009A6" w:rsidP="00963EA1">
            <w:pPr>
              <w:pStyle w:val="SIText"/>
            </w:pPr>
            <w:r w:rsidRPr="00B009A6">
              <w:t xml:space="preserve">Assessment of the skills in this unit of competency must take place under the following conditions: </w:t>
            </w:r>
          </w:p>
          <w:p w14:paraId="3CE407CC" w14:textId="77777777" w:rsidR="00B009A6" w:rsidRPr="00B009A6" w:rsidRDefault="00B009A6" w:rsidP="00963EA1">
            <w:pPr>
              <w:pStyle w:val="SIBulletList1"/>
            </w:pPr>
            <w:r w:rsidRPr="00B009A6">
              <w:t>physical conditions:</w:t>
            </w:r>
          </w:p>
          <w:p w14:paraId="130BEEA2" w14:textId="07588498" w:rsidR="00B009A6" w:rsidRPr="00B009A6" w:rsidRDefault="00B009A6" w:rsidP="00B009A6">
            <w:pPr>
              <w:pStyle w:val="SIBulletList2"/>
            </w:pPr>
            <w:r w:rsidRPr="00B009A6">
              <w:t xml:space="preserve">skills must be demonstrated </w:t>
            </w:r>
            <w:r>
              <w:t xml:space="preserve">on </w:t>
            </w:r>
            <w:r w:rsidRPr="00B009A6">
              <w:t>a</w:t>
            </w:r>
            <w:r>
              <w:t>n organic farm</w:t>
            </w:r>
            <w:r w:rsidRPr="00B009A6">
              <w:t xml:space="preserve"> or an environment that accurately represents workplace conditions</w:t>
            </w:r>
          </w:p>
          <w:p w14:paraId="4BCE884E" w14:textId="77777777" w:rsidR="00B009A6" w:rsidRPr="00B009A6" w:rsidRDefault="00B009A6" w:rsidP="00963EA1">
            <w:pPr>
              <w:pStyle w:val="SIBulletList1"/>
            </w:pPr>
            <w:r w:rsidRPr="00B009A6">
              <w:t xml:space="preserve">resources, </w:t>
            </w:r>
            <w:proofErr w:type="gramStart"/>
            <w:r w:rsidRPr="00B009A6">
              <w:t>equipment</w:t>
            </w:r>
            <w:proofErr w:type="gramEnd"/>
            <w:r w:rsidRPr="00B009A6">
              <w:t xml:space="preserve"> and materials:</w:t>
            </w:r>
          </w:p>
          <w:p w14:paraId="4D4FEECD" w14:textId="7451E030" w:rsidR="00B009A6" w:rsidRPr="00B009A6" w:rsidRDefault="00C513F6" w:rsidP="00B009A6">
            <w:pPr>
              <w:pStyle w:val="SIBulletList2"/>
            </w:pPr>
            <w:r>
              <w:t>t</w:t>
            </w:r>
            <w:r w:rsidR="00B009A6" w:rsidRPr="00B009A6">
              <w:t>ools and equipment</w:t>
            </w:r>
            <w:r w:rsidR="00B009A6">
              <w:t xml:space="preserve"> for sampling and testing soils</w:t>
            </w:r>
          </w:p>
          <w:p w14:paraId="0E891FD8" w14:textId="6F401809" w:rsidR="00B009A6" w:rsidRPr="00B009A6" w:rsidRDefault="00B009A6" w:rsidP="00B009A6">
            <w:pPr>
              <w:pStyle w:val="SIBulletList2"/>
            </w:pPr>
            <w:r w:rsidRPr="00B009A6">
              <w:t>personal protective equipment</w:t>
            </w:r>
          </w:p>
          <w:p w14:paraId="3D974E20" w14:textId="77777777" w:rsidR="00B009A6" w:rsidRPr="00B009A6" w:rsidRDefault="00B009A6" w:rsidP="00963EA1">
            <w:pPr>
              <w:pStyle w:val="SIBulletList1"/>
            </w:pPr>
            <w:r w:rsidRPr="00B009A6">
              <w:t>specifications:</w:t>
            </w:r>
          </w:p>
          <w:p w14:paraId="709D055A" w14:textId="0FADDD3A" w:rsidR="00B009A6" w:rsidRPr="00B009A6" w:rsidRDefault="00B009A6" w:rsidP="00B009A6">
            <w:pPr>
              <w:pStyle w:val="SIBulletList2"/>
            </w:pPr>
            <w:r>
              <w:t xml:space="preserve">workplace policies, </w:t>
            </w:r>
            <w:proofErr w:type="gramStart"/>
            <w:r>
              <w:t>procedures</w:t>
            </w:r>
            <w:proofErr w:type="gramEnd"/>
            <w:r>
              <w:t xml:space="preserve"> and</w:t>
            </w:r>
            <w:r w:rsidRPr="00B009A6">
              <w:t xml:space="preserve"> processes</w:t>
            </w:r>
          </w:p>
          <w:p w14:paraId="52E344D5" w14:textId="66654B4A" w:rsidR="00B009A6" w:rsidRPr="00B009A6" w:rsidRDefault="00B009A6" w:rsidP="00B009A6">
            <w:pPr>
              <w:pStyle w:val="SIBulletList2"/>
            </w:pPr>
            <w:r w:rsidRPr="00B009A6">
              <w:t xml:space="preserve">manufacturer operating instructions for </w:t>
            </w:r>
            <w:r>
              <w:t>sampling and testing equipment</w:t>
            </w:r>
          </w:p>
          <w:p w14:paraId="73D47206" w14:textId="5E0AF0E0" w:rsidR="00B009A6" w:rsidRPr="00B009A6" w:rsidRDefault="00B009A6" w:rsidP="00B009A6">
            <w:pPr>
              <w:pStyle w:val="SIBulletList2"/>
            </w:pPr>
            <w:r w:rsidRPr="00B009A6">
              <w:t>safety data sheets</w:t>
            </w:r>
          </w:p>
          <w:p w14:paraId="3827376F" w14:textId="4290C3FD" w:rsidR="00B009A6" w:rsidRPr="00B009A6" w:rsidRDefault="00B009A6" w:rsidP="00B009A6">
            <w:pPr>
              <w:pStyle w:val="SIBulletList2"/>
            </w:pPr>
            <w:r w:rsidRPr="00B009A6">
              <w:t>workplace specifications</w:t>
            </w:r>
            <w:r>
              <w:t xml:space="preserve"> for soils</w:t>
            </w:r>
          </w:p>
          <w:p w14:paraId="53865C7D" w14:textId="21AA435E" w:rsidR="00B009A6" w:rsidRDefault="00B009A6" w:rsidP="00B009A6">
            <w:pPr>
              <w:pStyle w:val="SIBulletList2"/>
            </w:pPr>
            <w:r w:rsidRPr="00B009A6">
              <w:t xml:space="preserve">specific </w:t>
            </w:r>
            <w:r>
              <w:t xml:space="preserve">organic and biodynamic standards and </w:t>
            </w:r>
            <w:r w:rsidRPr="00B009A6">
              <w:t>codes of practice</w:t>
            </w:r>
            <w:r>
              <w:t>.</w:t>
            </w:r>
          </w:p>
          <w:p w14:paraId="7838B2B8" w14:textId="77777777" w:rsidR="00B009A6" w:rsidRPr="00B009A6" w:rsidRDefault="00B009A6" w:rsidP="00963EA1">
            <w:pPr>
              <w:pStyle w:val="SIText"/>
            </w:pPr>
          </w:p>
          <w:p w14:paraId="759850B7" w14:textId="57F9E93B" w:rsidR="0011400B" w:rsidRPr="005404CB" w:rsidRDefault="00B009A6" w:rsidP="0011400B">
            <w:pPr>
              <w:pStyle w:val="SIText"/>
              <w:rPr>
                <w:rFonts w:eastAsia="Calibri"/>
              </w:rPr>
            </w:pPr>
            <w:r w:rsidRPr="00B009A6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D0CF64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411FCAB" w14:textId="77777777" w:rsidTr="004679E3">
        <w:tc>
          <w:tcPr>
            <w:tcW w:w="990" w:type="pct"/>
            <w:shd w:val="clear" w:color="auto" w:fill="auto"/>
          </w:tcPr>
          <w:p w14:paraId="25512D4E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642755C3" w14:textId="2599CBEB" w:rsidR="00F1480E" w:rsidRPr="005404CB" w:rsidRDefault="00753FDD" w:rsidP="005404CB">
            <w:pPr>
              <w:pStyle w:val="SIText"/>
            </w:pPr>
            <w:r>
              <w:t xml:space="preserve">Companion Volumes, including Implementation </w:t>
            </w:r>
            <w:r w:rsidRPr="00753FDD">
              <w:t xml:space="preserve">Guides, are available at </w:t>
            </w:r>
            <w:proofErr w:type="spellStart"/>
            <w:r w:rsidRPr="00753FDD">
              <w:t>VETNet</w:t>
            </w:r>
            <w:proofErr w:type="spellEnd"/>
            <w:r w:rsidRPr="00753FDD">
              <w:t xml:space="preserve">: </w:t>
            </w:r>
            <w:hyperlink r:id="rId12" w:history="1">
              <w:r w:rsidRPr="00753FDD">
                <w:t>https://vetnet.gov.au/Pages/TrainingDocs.aspx?q=c6399549-9c62-4a5e-bf1a-524b2322cf72</w:t>
              </w:r>
            </w:hyperlink>
          </w:p>
        </w:tc>
      </w:tr>
    </w:tbl>
    <w:p w14:paraId="51171C5D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FFD0E5" w14:textId="77777777" w:rsidR="00425518" w:rsidRDefault="00425518" w:rsidP="00BF3F0A">
      <w:r>
        <w:separator/>
      </w:r>
    </w:p>
    <w:p w14:paraId="4EFDE165" w14:textId="77777777" w:rsidR="00425518" w:rsidRDefault="00425518"/>
  </w:endnote>
  <w:endnote w:type="continuationSeparator" w:id="0">
    <w:p w14:paraId="6DEFF60B" w14:textId="77777777" w:rsidR="00425518" w:rsidRDefault="00425518" w:rsidP="00BF3F0A">
      <w:r>
        <w:continuationSeparator/>
      </w:r>
    </w:p>
    <w:p w14:paraId="29BEF49D" w14:textId="77777777" w:rsidR="00425518" w:rsidRDefault="0042551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6A24CB25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754BD8">
          <w:rPr>
            <w:noProof/>
          </w:rPr>
          <w:t>2</w:t>
        </w:r>
        <w:r w:rsidRPr="000754EC">
          <w:fldChar w:fldCharType="end"/>
        </w:r>
      </w:p>
      <w:p w14:paraId="2092467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6A574DB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BE83A3" w14:textId="77777777" w:rsidR="00425518" w:rsidRDefault="00425518" w:rsidP="00BF3F0A">
      <w:r>
        <w:separator/>
      </w:r>
    </w:p>
    <w:p w14:paraId="22CCC3AE" w14:textId="77777777" w:rsidR="00425518" w:rsidRDefault="00425518"/>
  </w:footnote>
  <w:footnote w:type="continuationSeparator" w:id="0">
    <w:p w14:paraId="3A3FA25A" w14:textId="77777777" w:rsidR="00425518" w:rsidRDefault="00425518" w:rsidP="00BF3F0A">
      <w:r>
        <w:continuationSeparator/>
      </w:r>
    </w:p>
    <w:p w14:paraId="36443A80" w14:textId="77777777" w:rsidR="00425518" w:rsidRDefault="0042551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28AF8" w14:textId="7E42B7DD" w:rsidR="009C2650" w:rsidRPr="000754EC" w:rsidRDefault="001361BF" w:rsidP="00146EEC">
    <w:pPr>
      <w:pStyle w:val="SIText"/>
    </w:pPr>
    <w:r w:rsidRPr="001361BF">
      <w:t xml:space="preserve"> </w:t>
    </w:r>
    <w:r w:rsidR="009E0891" w:rsidRPr="009E0891">
      <w:t>AHCORG4</w:t>
    </w:r>
    <w:r w:rsidR="0073636A">
      <w:t>11</w:t>
    </w:r>
    <w:r w:rsidR="009E0891" w:rsidRPr="009E0891">
      <w:t xml:space="preserve"> Manage organic soil improvement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21C8371F"/>
    <w:multiLevelType w:val="multilevel"/>
    <w:tmpl w:val="C7523CC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FD23C0A"/>
    <w:multiLevelType w:val="multilevel"/>
    <w:tmpl w:val="14EE35C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355A70F1"/>
    <w:multiLevelType w:val="multilevel"/>
    <w:tmpl w:val="1BA01BE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C3914E3"/>
    <w:multiLevelType w:val="multilevel"/>
    <w:tmpl w:val="F83812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5" w15:restartNumberingAfterBreak="0">
    <w:nsid w:val="5B4124A2"/>
    <w:multiLevelType w:val="multilevel"/>
    <w:tmpl w:val="40EC06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CC41E34"/>
    <w:multiLevelType w:val="multilevel"/>
    <w:tmpl w:val="C18ED7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132549411">
    <w:abstractNumId w:val="10"/>
  </w:num>
  <w:num w:numId="2" w16cid:durableId="2134203184">
    <w:abstractNumId w:val="6"/>
  </w:num>
  <w:num w:numId="3" w16cid:durableId="453911064">
    <w:abstractNumId w:val="3"/>
  </w:num>
  <w:num w:numId="4" w16cid:durableId="455222714">
    <w:abstractNumId w:val="19"/>
  </w:num>
  <w:num w:numId="5" w16cid:durableId="52310809">
    <w:abstractNumId w:val="1"/>
  </w:num>
  <w:num w:numId="6" w16cid:durableId="1194342828">
    <w:abstractNumId w:val="9"/>
  </w:num>
  <w:num w:numId="7" w16cid:durableId="178668660">
    <w:abstractNumId w:val="2"/>
  </w:num>
  <w:num w:numId="8" w16cid:durableId="930355354">
    <w:abstractNumId w:val="0"/>
  </w:num>
  <w:num w:numId="9" w16cid:durableId="658269919">
    <w:abstractNumId w:val="18"/>
  </w:num>
  <w:num w:numId="10" w16cid:durableId="1158496931">
    <w:abstractNumId w:val="13"/>
  </w:num>
  <w:num w:numId="11" w16cid:durableId="1584097395">
    <w:abstractNumId w:val="17"/>
  </w:num>
  <w:num w:numId="12" w16cid:durableId="729234657">
    <w:abstractNumId w:val="14"/>
  </w:num>
  <w:num w:numId="13" w16cid:durableId="290213137">
    <w:abstractNumId w:val="20"/>
  </w:num>
  <w:num w:numId="14" w16cid:durableId="1580753094">
    <w:abstractNumId w:val="4"/>
  </w:num>
  <w:num w:numId="15" w16cid:durableId="506940833">
    <w:abstractNumId w:val="5"/>
  </w:num>
  <w:num w:numId="16" w16cid:durableId="1183012234">
    <w:abstractNumId w:val="21"/>
  </w:num>
  <w:num w:numId="17" w16cid:durableId="2046103110">
    <w:abstractNumId w:val="16"/>
  </w:num>
  <w:num w:numId="18" w16cid:durableId="445006257">
    <w:abstractNumId w:val="8"/>
  </w:num>
  <w:num w:numId="19" w16cid:durableId="201207535">
    <w:abstractNumId w:val="7"/>
  </w:num>
  <w:num w:numId="20" w16cid:durableId="1609779260">
    <w:abstractNumId w:val="11"/>
  </w:num>
  <w:num w:numId="21" w16cid:durableId="2054230808">
    <w:abstractNumId w:val="12"/>
  </w:num>
  <w:num w:numId="22" w16cid:durableId="120267024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35C"/>
    <w:rsid w:val="000014B9"/>
    <w:rsid w:val="00005A15"/>
    <w:rsid w:val="0001108F"/>
    <w:rsid w:val="000115E2"/>
    <w:rsid w:val="000126D0"/>
    <w:rsid w:val="0001296A"/>
    <w:rsid w:val="00016803"/>
    <w:rsid w:val="00023992"/>
    <w:rsid w:val="00024018"/>
    <w:rsid w:val="000275AE"/>
    <w:rsid w:val="00041E59"/>
    <w:rsid w:val="00043632"/>
    <w:rsid w:val="00064BFE"/>
    <w:rsid w:val="00070B3E"/>
    <w:rsid w:val="00071F95"/>
    <w:rsid w:val="000737BB"/>
    <w:rsid w:val="00074E47"/>
    <w:rsid w:val="000754EC"/>
    <w:rsid w:val="00083E4E"/>
    <w:rsid w:val="0009093B"/>
    <w:rsid w:val="000A5441"/>
    <w:rsid w:val="000A6903"/>
    <w:rsid w:val="000B2022"/>
    <w:rsid w:val="000C149A"/>
    <w:rsid w:val="000C224E"/>
    <w:rsid w:val="000D14C8"/>
    <w:rsid w:val="000D19DD"/>
    <w:rsid w:val="000E15E3"/>
    <w:rsid w:val="000E25E6"/>
    <w:rsid w:val="000E2C86"/>
    <w:rsid w:val="000F29F2"/>
    <w:rsid w:val="00101659"/>
    <w:rsid w:val="00105AEA"/>
    <w:rsid w:val="001078BF"/>
    <w:rsid w:val="0011400B"/>
    <w:rsid w:val="001264FC"/>
    <w:rsid w:val="00133957"/>
    <w:rsid w:val="0013525C"/>
    <w:rsid w:val="001361BF"/>
    <w:rsid w:val="001372F6"/>
    <w:rsid w:val="00144385"/>
    <w:rsid w:val="00146EEC"/>
    <w:rsid w:val="00151D55"/>
    <w:rsid w:val="00151D93"/>
    <w:rsid w:val="00156EF3"/>
    <w:rsid w:val="00176E4F"/>
    <w:rsid w:val="0018546B"/>
    <w:rsid w:val="001A37F6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09B4"/>
    <w:rsid w:val="0021210E"/>
    <w:rsid w:val="0021414D"/>
    <w:rsid w:val="00223124"/>
    <w:rsid w:val="002325CC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4BCE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0BFB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B53CC"/>
    <w:rsid w:val="003C13AE"/>
    <w:rsid w:val="003C7152"/>
    <w:rsid w:val="003D2E73"/>
    <w:rsid w:val="003E72B6"/>
    <w:rsid w:val="003E7BBE"/>
    <w:rsid w:val="00405D9E"/>
    <w:rsid w:val="004127E3"/>
    <w:rsid w:val="00425518"/>
    <w:rsid w:val="0043212E"/>
    <w:rsid w:val="00434366"/>
    <w:rsid w:val="00434ECE"/>
    <w:rsid w:val="00444423"/>
    <w:rsid w:val="00452F3E"/>
    <w:rsid w:val="00460248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D52C9"/>
    <w:rsid w:val="004E0460"/>
    <w:rsid w:val="004E1579"/>
    <w:rsid w:val="004E5FAE"/>
    <w:rsid w:val="004E6245"/>
    <w:rsid w:val="004E6741"/>
    <w:rsid w:val="004E7094"/>
    <w:rsid w:val="004E78D7"/>
    <w:rsid w:val="004F5DC7"/>
    <w:rsid w:val="004F78DA"/>
    <w:rsid w:val="005145AB"/>
    <w:rsid w:val="00520E9A"/>
    <w:rsid w:val="005248C1"/>
    <w:rsid w:val="00526134"/>
    <w:rsid w:val="005404CB"/>
    <w:rsid w:val="005405B2"/>
    <w:rsid w:val="005427C8"/>
    <w:rsid w:val="005427CD"/>
    <w:rsid w:val="005446D1"/>
    <w:rsid w:val="00556C4C"/>
    <w:rsid w:val="00557369"/>
    <w:rsid w:val="00557D22"/>
    <w:rsid w:val="00564ADD"/>
    <w:rsid w:val="005708EB"/>
    <w:rsid w:val="00575BC6"/>
    <w:rsid w:val="00583902"/>
    <w:rsid w:val="00596B3F"/>
    <w:rsid w:val="005A1D70"/>
    <w:rsid w:val="005A3AA5"/>
    <w:rsid w:val="005A6C9C"/>
    <w:rsid w:val="005A74DC"/>
    <w:rsid w:val="005B5146"/>
    <w:rsid w:val="005D1AFD"/>
    <w:rsid w:val="005E51E6"/>
    <w:rsid w:val="005E54D6"/>
    <w:rsid w:val="005F027A"/>
    <w:rsid w:val="005F33CC"/>
    <w:rsid w:val="005F3775"/>
    <w:rsid w:val="005F771F"/>
    <w:rsid w:val="006121D4"/>
    <w:rsid w:val="006130F4"/>
    <w:rsid w:val="00613B49"/>
    <w:rsid w:val="00616845"/>
    <w:rsid w:val="00620E8E"/>
    <w:rsid w:val="00633CFE"/>
    <w:rsid w:val="00634FCA"/>
    <w:rsid w:val="00643D1B"/>
    <w:rsid w:val="006452B8"/>
    <w:rsid w:val="00652E62"/>
    <w:rsid w:val="006679F8"/>
    <w:rsid w:val="00686A49"/>
    <w:rsid w:val="00687B62"/>
    <w:rsid w:val="00690C44"/>
    <w:rsid w:val="00692EC8"/>
    <w:rsid w:val="00695C89"/>
    <w:rsid w:val="006969D9"/>
    <w:rsid w:val="006A2B68"/>
    <w:rsid w:val="006C2F32"/>
    <w:rsid w:val="006D1AF9"/>
    <w:rsid w:val="006D38C3"/>
    <w:rsid w:val="006D4448"/>
    <w:rsid w:val="006D6DFD"/>
    <w:rsid w:val="006E25E4"/>
    <w:rsid w:val="006E2C4D"/>
    <w:rsid w:val="006E42FE"/>
    <w:rsid w:val="006F0D02"/>
    <w:rsid w:val="006F10FE"/>
    <w:rsid w:val="006F3622"/>
    <w:rsid w:val="00703CC6"/>
    <w:rsid w:val="00705EEC"/>
    <w:rsid w:val="00707741"/>
    <w:rsid w:val="007134FE"/>
    <w:rsid w:val="00714B49"/>
    <w:rsid w:val="00715794"/>
    <w:rsid w:val="00716586"/>
    <w:rsid w:val="00717385"/>
    <w:rsid w:val="00722769"/>
    <w:rsid w:val="00727901"/>
    <w:rsid w:val="0073075B"/>
    <w:rsid w:val="0073404B"/>
    <w:rsid w:val="007341FF"/>
    <w:rsid w:val="0073636A"/>
    <w:rsid w:val="007404E9"/>
    <w:rsid w:val="007444CF"/>
    <w:rsid w:val="00752C75"/>
    <w:rsid w:val="00753FDD"/>
    <w:rsid w:val="00754BD8"/>
    <w:rsid w:val="00757005"/>
    <w:rsid w:val="00761DBE"/>
    <w:rsid w:val="0076523B"/>
    <w:rsid w:val="00771B60"/>
    <w:rsid w:val="00781D77"/>
    <w:rsid w:val="00783549"/>
    <w:rsid w:val="007860B7"/>
    <w:rsid w:val="00786DC8"/>
    <w:rsid w:val="007977B9"/>
    <w:rsid w:val="007A300D"/>
    <w:rsid w:val="007D5A78"/>
    <w:rsid w:val="007E3BD1"/>
    <w:rsid w:val="007F1563"/>
    <w:rsid w:val="007F1EB2"/>
    <w:rsid w:val="007F44DB"/>
    <w:rsid w:val="007F5A8B"/>
    <w:rsid w:val="008034E1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663E"/>
    <w:rsid w:val="008B7138"/>
    <w:rsid w:val="008C7427"/>
    <w:rsid w:val="008D5E42"/>
    <w:rsid w:val="008E2177"/>
    <w:rsid w:val="008E260C"/>
    <w:rsid w:val="008E39BE"/>
    <w:rsid w:val="008E62EC"/>
    <w:rsid w:val="008F32F6"/>
    <w:rsid w:val="00903631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63EA1"/>
    <w:rsid w:val="00970747"/>
    <w:rsid w:val="00992B06"/>
    <w:rsid w:val="00997BFC"/>
    <w:rsid w:val="009A5900"/>
    <w:rsid w:val="009A6E6C"/>
    <w:rsid w:val="009A6F3F"/>
    <w:rsid w:val="009B331A"/>
    <w:rsid w:val="009B7F7C"/>
    <w:rsid w:val="009C2650"/>
    <w:rsid w:val="009D15E2"/>
    <w:rsid w:val="009D15FE"/>
    <w:rsid w:val="009D5D2C"/>
    <w:rsid w:val="009E0891"/>
    <w:rsid w:val="009F0DCC"/>
    <w:rsid w:val="009F11CA"/>
    <w:rsid w:val="00A0695B"/>
    <w:rsid w:val="00A07909"/>
    <w:rsid w:val="00A13052"/>
    <w:rsid w:val="00A212E0"/>
    <w:rsid w:val="00A216A8"/>
    <w:rsid w:val="00A223A6"/>
    <w:rsid w:val="00A3135C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13D"/>
    <w:rsid w:val="00AE1ED9"/>
    <w:rsid w:val="00AE32CB"/>
    <w:rsid w:val="00AF3957"/>
    <w:rsid w:val="00B009A6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2A75"/>
    <w:rsid w:val="00BD3B0F"/>
    <w:rsid w:val="00BE146D"/>
    <w:rsid w:val="00BE5889"/>
    <w:rsid w:val="00BF1D4C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36FBC"/>
    <w:rsid w:val="00C40BAC"/>
    <w:rsid w:val="00C478AA"/>
    <w:rsid w:val="00C513F6"/>
    <w:rsid w:val="00C578E9"/>
    <w:rsid w:val="00C70626"/>
    <w:rsid w:val="00C72860"/>
    <w:rsid w:val="00C72A48"/>
    <w:rsid w:val="00C73582"/>
    <w:rsid w:val="00C73B90"/>
    <w:rsid w:val="00C742EC"/>
    <w:rsid w:val="00C77D12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95C07"/>
    <w:rsid w:val="00DA0A81"/>
    <w:rsid w:val="00DA3C10"/>
    <w:rsid w:val="00DA53B5"/>
    <w:rsid w:val="00DC1D69"/>
    <w:rsid w:val="00DC5A3A"/>
    <w:rsid w:val="00DD0726"/>
    <w:rsid w:val="00E238E6"/>
    <w:rsid w:val="00E34CD8"/>
    <w:rsid w:val="00E35064"/>
    <w:rsid w:val="00E3681D"/>
    <w:rsid w:val="00E40225"/>
    <w:rsid w:val="00E462A6"/>
    <w:rsid w:val="00E501F0"/>
    <w:rsid w:val="00E6166D"/>
    <w:rsid w:val="00E91BFF"/>
    <w:rsid w:val="00E92933"/>
    <w:rsid w:val="00E94FAD"/>
    <w:rsid w:val="00EB0AA4"/>
    <w:rsid w:val="00EB28D5"/>
    <w:rsid w:val="00EB5C88"/>
    <w:rsid w:val="00EC0469"/>
    <w:rsid w:val="00EC0C3E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73DEF1D"/>
  <w15:docId w15:val="{3DFBFAF6-70F6-4028-8B30-7E777B00F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Revision">
    <w:name w:val="Revision"/>
    <w:hidden/>
    <w:uiPriority w:val="99"/>
    <w:semiHidden/>
    <w:rsid w:val="00963EA1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468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6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4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6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5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0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12EC457F94194FB4F1B8DD88B25A50" ma:contentTypeVersion="" ma:contentTypeDescription="Create a new document." ma:contentTypeScope="" ma:versionID="8a93dba10e55515a5caf48161f963c0f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3fbd0e8e-82e5-4f83-89a2-7dbad393fe30" targetNamespace="http://schemas.microsoft.com/office/2006/metadata/properties" ma:root="true" ma:fieldsID="55771efe21926c2b7f130d67520bb439" ns1:_="" ns2:_="" ns3:_="">
    <xsd:import namespace="http://schemas.microsoft.com/sharepoint/v3"/>
    <xsd:import namespace="d50bbff7-d6dd-47d2-864a-cfdc2c3db0f4"/>
    <xsd:import namespace="3fbd0e8e-82e5-4f83-89a2-7dbad393fe30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bd0e8e-82e5-4f83-89a2-7dbad393fe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sharepoint/v3"/>
    <ds:schemaRef ds:uri="http://purl.org/dc/terms/"/>
    <ds:schemaRef ds:uri="http://www.w3.org/XML/1998/namespace"/>
    <ds:schemaRef ds:uri="http://schemas.microsoft.com/office/infopath/2007/PartnerControls"/>
    <ds:schemaRef ds:uri="http://schemas.microsoft.com/office/2006/documentManagement/types"/>
    <ds:schemaRef ds:uri="http://purl.org/dc/dcmitype/"/>
    <ds:schemaRef ds:uri="http://purl.org/dc/elements/1.1/"/>
    <ds:schemaRef ds:uri="http://schemas.openxmlformats.org/package/2006/metadata/core-properties"/>
    <ds:schemaRef ds:uri="3fbd0e8e-82e5-4f83-89a2-7dbad393fe30"/>
    <ds:schemaRef ds:uri="d50bbff7-d6dd-47d2-864a-cfdc2c3db0f4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774B59E-6235-4952-90C9-8BD04AD64E0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9950644-E9A8-4B60-97CC-579BEB24DA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3fbd0e8e-82e5-4f83-89a2-7dbad393fe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5</TotalTime>
  <Pages>4</Pages>
  <Words>1163</Words>
  <Characters>6630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7778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Elvie Arugay</dc:creator>
  <cp:keywords/>
  <dc:description/>
  <cp:lastModifiedBy>Ruth Geldard</cp:lastModifiedBy>
  <cp:revision>9</cp:revision>
  <cp:lastPrinted>2016-05-27T05:21:00Z</cp:lastPrinted>
  <dcterms:created xsi:type="dcterms:W3CDTF">2022-08-03T05:59:00Z</dcterms:created>
  <dcterms:modified xsi:type="dcterms:W3CDTF">2022-10-26T23:01:00Z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0x010100EA12EC457F94194FB4F1B8DD88B25A50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</Properties>
</file>